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49F10E0F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4C988CFF" w14:textId="6527F3A2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391FDB" w:rsidRPr="00BF133C">
        <w:rPr>
          <w:rFonts w:ascii="Corbel" w:hAnsi="Corbel"/>
          <w:sz w:val="20"/>
          <w:szCs w:val="20"/>
        </w:rPr>
        <w:t>1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391FDB" w:rsidRPr="00BF133C">
        <w:rPr>
          <w:rFonts w:ascii="Corbel" w:hAnsi="Corbel"/>
          <w:sz w:val="20"/>
          <w:szCs w:val="20"/>
        </w:rPr>
        <w:t>2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35441F98" w:rsidR="0085747A" w:rsidRPr="0044191B" w:rsidRDefault="00441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191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B98534D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CE946B2" w:rsidR="00015B8F" w:rsidRPr="00BF133C" w:rsidRDefault="004419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49169129" w:rsidR="00015B8F" w:rsidRPr="00BF133C" w:rsidRDefault="004419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62910F8A" w14:textId="1B38FE4F" w:rsidR="00D126C2" w:rsidRPr="00BF133C" w:rsidRDefault="00BF133C" w:rsidP="00BF133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K_W11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4414C7E2" w:rsidR="0085747A" w:rsidRPr="00BF133C" w:rsidRDefault="0044191B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43D77C50" w:rsidR="00C61DC5" w:rsidRPr="00BF133C" w:rsidRDefault="0044191B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E732C" w14:textId="77777777" w:rsidR="00F63034" w:rsidRDefault="00F63034" w:rsidP="00C16ABF">
      <w:pPr>
        <w:spacing w:after="0" w:line="240" w:lineRule="auto"/>
      </w:pPr>
      <w:r>
        <w:separator/>
      </w:r>
    </w:p>
  </w:endnote>
  <w:endnote w:type="continuationSeparator" w:id="0">
    <w:p w14:paraId="130EBED9" w14:textId="77777777" w:rsidR="00F63034" w:rsidRDefault="00F630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12169" w14:textId="77777777" w:rsidR="00F63034" w:rsidRDefault="00F63034" w:rsidP="00C16ABF">
      <w:pPr>
        <w:spacing w:after="0" w:line="240" w:lineRule="auto"/>
      </w:pPr>
      <w:r>
        <w:separator/>
      </w:r>
    </w:p>
  </w:footnote>
  <w:footnote w:type="continuationSeparator" w:id="0">
    <w:p w14:paraId="07D1E287" w14:textId="77777777" w:rsidR="00F63034" w:rsidRDefault="00F63034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191B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371B"/>
    <w:rsid w:val="0093628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63034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28A2A-796E-44C6-A05E-650B716609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40F7D-EC55-4056-AA77-62E59EA1D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1284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58</cp:revision>
  <cp:lastPrinted>2019-02-06T12:12:00Z</cp:lastPrinted>
  <dcterms:created xsi:type="dcterms:W3CDTF">2020-10-26T00:48:00Z</dcterms:created>
  <dcterms:modified xsi:type="dcterms:W3CDTF">2020-12-12T07:55:00Z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